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6D3FD66C" w:rsidR="00F966B4" w:rsidRDefault="00F966B4" w:rsidP="00F966B4">
      <w:pPr>
        <w:rPr>
          <w:rFonts w:ascii="Times New Roman" w:hAnsi="Times New Roman"/>
          <w:lang w:val="et-EE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="00783818">
        <w:rPr>
          <w:rFonts w:ascii="Times New Roman" w:hAnsi="Times New Roman"/>
          <w:lang w:val="et-EE"/>
        </w:rPr>
        <w:t>2</w:t>
      </w:r>
      <w:r w:rsidR="009A11F6">
        <w:rPr>
          <w:rFonts w:ascii="Times New Roman" w:hAnsi="Times New Roman"/>
          <w:lang w:val="et-EE"/>
        </w:rPr>
        <w:t>5</w:t>
      </w:r>
      <w:r w:rsidRPr="00F966B4">
        <w:rPr>
          <w:rFonts w:ascii="Times New Roman" w:hAnsi="Times New Roman"/>
          <w:lang w:val="et-EE"/>
        </w:rPr>
        <w:t>.</w:t>
      </w:r>
      <w:r w:rsidR="00156830">
        <w:rPr>
          <w:rFonts w:ascii="Times New Roman" w:hAnsi="Times New Roman"/>
          <w:lang w:val="et-EE"/>
        </w:rPr>
        <w:t>11</w:t>
      </w:r>
      <w:r w:rsidRPr="00F966B4">
        <w:rPr>
          <w:rFonts w:ascii="Times New Roman" w:hAnsi="Times New Roman"/>
          <w:lang w:val="et-EE"/>
        </w:rPr>
        <w:t>.2025 nr JV-MAA-1/</w:t>
      </w:r>
      <w:r w:rsidR="005E747C" w:rsidRPr="005E747C">
        <w:rPr>
          <w:rFonts w:ascii="Times New Roman" w:hAnsi="Times New Roman"/>
        </w:rPr>
        <w:t>5414</w:t>
      </w:r>
    </w:p>
    <w:p w14:paraId="5EF6476F" w14:textId="77777777" w:rsidR="00E777F1" w:rsidRDefault="00E777F1" w:rsidP="00F966B4">
      <w:pPr>
        <w:rPr>
          <w:rFonts w:ascii="Times New Roman" w:hAnsi="Times New Roman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Õigustatud isiku poolne lepingu sõlmija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sõlmija e-posti aadress, telefoni number (mitte lisada organisatsiooni üldtelefoni)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Andra.McManus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429A5E1" w14:textId="10A45571" w:rsidR="00F966B4" w:rsidRPr="00F966B4" w:rsidRDefault="00F966B4" w:rsidP="007D49F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A10B22">
              <w:rPr>
                <w:rFonts w:ascii="Times New Roman" w:hAnsi="Times New Roman"/>
                <w:lang w:val="et-EE"/>
              </w:rPr>
              <w:t xml:space="preserve"> </w:t>
            </w:r>
            <w:r w:rsidR="00533F54" w:rsidRPr="00533F54">
              <w:rPr>
                <w:rFonts w:ascii="Times New Roman" w:hAnsi="Times New Roman"/>
                <w:lang w:val="et-EE"/>
              </w:rPr>
              <w:t>IP8315 „Kõrsiku alajaama F3 nõuetekohasus. Räpina linn, Räpina vald, Põlva maakond.“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6BE779C" w14:textId="77777777" w:rsidR="003E6C30" w:rsidRPr="003E6C30" w:rsidRDefault="00F966B4" w:rsidP="003E6C30">
            <w:pPr>
              <w:rPr>
                <w:rFonts w:ascii="Times New Roman" w:hAnsi="Times New Roman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</w:t>
            </w:r>
            <w:r w:rsidR="007A2F74">
              <w:t xml:space="preserve"> </w:t>
            </w:r>
            <w:r w:rsidR="003E6C30" w:rsidRPr="003E6C30">
              <w:rPr>
                <w:rFonts w:ascii="Times New Roman" w:hAnsi="Times New Roman"/>
              </w:rPr>
              <w:t xml:space="preserve">Leonhard Weiss OÜ </w:t>
            </w:r>
          </w:p>
          <w:p w14:paraId="01DAC187" w14:textId="67A2BBC7" w:rsidR="00F966B4" w:rsidRPr="00F966B4" w:rsidRDefault="00533F54" w:rsidP="003E6C30">
            <w:pPr>
              <w:rPr>
                <w:rFonts w:ascii="Times New Roman" w:hAnsi="Times New Roman"/>
                <w:lang w:val="et-EE"/>
              </w:rPr>
            </w:pPr>
            <w:r w:rsidRPr="00533F54">
              <w:rPr>
                <w:rFonts w:ascii="Times New Roman" w:hAnsi="Times New Roman"/>
              </w:rPr>
              <w:t>r.rebane@leonhard-weiss.com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59CE4D05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8541B7">
              <w:t xml:space="preserve"> </w:t>
            </w:r>
            <w:r w:rsidR="00891B68" w:rsidRPr="00891B68">
              <w:rPr>
                <w:rFonts w:ascii="Times New Roman" w:hAnsi="Times New Roman"/>
                <w:lang w:val="et-EE"/>
              </w:rPr>
              <w:t>13.11.2025  nr 7.1-2/25/19194-2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RIIGIMAA ANDMED (info RKVRist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222669C8" w:rsidR="00F966B4" w:rsidRPr="003A35EB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Number ja nimetus</w:t>
            </w:r>
            <w:r w:rsidR="00392D47">
              <w:rPr>
                <w:rFonts w:ascii="Times New Roman" w:hAnsi="Times New Roman"/>
                <w:lang w:val="et-EE"/>
              </w:rPr>
              <w:t xml:space="preserve">: </w:t>
            </w:r>
            <w:r w:rsidR="00807B9A" w:rsidRPr="00807B9A">
              <w:rPr>
                <w:rFonts w:ascii="Times New Roman" w:hAnsi="Times New Roman"/>
              </w:rPr>
              <w:t>65 Võru-Räpina tee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2620E3EF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Katastritunnus:</w:t>
            </w:r>
            <w:r w:rsidR="005946B5">
              <w:rPr>
                <w:rFonts w:ascii="Times New Roman" w:hAnsi="Times New Roman"/>
              </w:rPr>
              <w:t xml:space="preserve"> </w:t>
            </w:r>
            <w:r w:rsidR="00551B95" w:rsidRPr="00551B95">
              <w:rPr>
                <w:rFonts w:ascii="Times New Roman" w:hAnsi="Times New Roman"/>
              </w:rPr>
              <w:t>70501:004:0438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3F790461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836E18" w:rsidRPr="00836E18">
              <w:rPr>
                <w:rFonts w:ascii="Times New Roman" w:hAnsi="Times New Roman"/>
              </w:rPr>
              <w:t>10940550</w:t>
            </w:r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47105876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Riigi kinnisvararegistri objekti kood</w:t>
            </w:r>
            <w:r w:rsidRPr="005415DA">
              <w:rPr>
                <w:rFonts w:ascii="Times New Roman" w:hAnsi="Times New Roman"/>
                <w:lang w:val="et-EE"/>
              </w:rPr>
              <w:t xml:space="preserve">: </w:t>
            </w:r>
            <w:r w:rsidR="00465F2D" w:rsidRPr="005415DA">
              <w:rPr>
                <w:rFonts w:ascii="Times New Roman" w:hAnsi="Times New Roman"/>
              </w:rPr>
              <w:t xml:space="preserve"> </w:t>
            </w:r>
            <w:hyperlink r:id="rId14" w:tgtFrame="_blank" w:history="1">
              <w:r w:rsidR="00342C52" w:rsidRPr="00342C52">
                <w:rPr>
                  <w:rStyle w:val="Hyperlink"/>
                  <w:rFonts w:ascii="Times New Roman" w:hAnsi="Times New Roman"/>
                  <w:color w:val="auto"/>
                </w:rPr>
                <w:t>KV4344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D71A71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D71A71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6127754" w14:textId="77777777" w:rsidR="00050CF1" w:rsidRDefault="00F966B4" w:rsidP="00050CF1">
            <w:pPr>
              <w:rPr>
                <w:rFonts w:ascii="Times New Roman" w:hAnsi="Times New Roman"/>
                <w:lang w:val="et-EE"/>
              </w:rPr>
            </w:pPr>
            <w:r w:rsidRPr="00D71A71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2D8335E5" w14:textId="0132D831" w:rsidR="006F2368" w:rsidRDefault="00F966B4" w:rsidP="006F2368">
            <w:pPr>
              <w:rPr>
                <w:rFonts w:ascii="Times New Roman" w:hAnsi="Times New Roman"/>
              </w:rPr>
            </w:pPr>
            <w:r w:rsidRPr="00D71A71">
              <w:rPr>
                <w:rFonts w:ascii="Times New Roman" w:hAnsi="Times New Roman"/>
                <w:lang w:val="et-EE"/>
              </w:rPr>
              <w:t xml:space="preserve">Ruumikuju andmed: PARI ID </w:t>
            </w:r>
            <w:r w:rsidR="00305CA4" w:rsidRPr="00305CA4">
              <w:rPr>
                <w:rFonts w:ascii="Times New Roman" w:hAnsi="Times New Roman"/>
              </w:rPr>
              <w:t>1016745</w:t>
            </w:r>
          </w:p>
          <w:p w14:paraId="2930464F" w14:textId="00BEE31A" w:rsidR="007361DE" w:rsidRPr="004C1337" w:rsidRDefault="007361DE" w:rsidP="007361DE">
            <w:pPr>
              <w:rPr>
                <w:rFonts w:ascii="Times New Roman" w:hAnsi="Times New Roman"/>
                <w:i/>
                <w:iCs/>
                <w:lang w:val="et-EE"/>
              </w:rPr>
            </w:pPr>
            <w:hyperlink r:id="rId15" w:history="1">
              <w:r w:rsidRPr="007361DE">
                <w:rPr>
                  <w:rStyle w:val="Hyperlink"/>
                  <w:rFonts w:ascii="Times New Roman" w:hAnsi="Times New Roman"/>
                </w:rPr>
                <w:t>https://pari.kataster.ee/magic-link/2aaf8c94-1a59-4453-9ac6-0499295d2d70</w:t>
              </w:r>
            </w:hyperlink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Default="00CB0FEA" w:rsidP="00F966B4">
      <w:pPr>
        <w:rPr>
          <w:sz w:val="20"/>
          <w:szCs w:val="20"/>
        </w:rPr>
      </w:pPr>
    </w:p>
    <w:p w14:paraId="45C8A70B" w14:textId="77777777" w:rsidR="00B664C0" w:rsidRDefault="00B664C0" w:rsidP="00F966B4">
      <w:pPr>
        <w:rPr>
          <w:sz w:val="20"/>
          <w:szCs w:val="20"/>
        </w:rPr>
      </w:pPr>
    </w:p>
    <w:p w14:paraId="1E99B47A" w14:textId="77777777" w:rsidR="00B664C0" w:rsidRDefault="00B664C0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0A47483B" w:rsidR="00B664C0" w:rsidRPr="006C7711" w:rsidRDefault="006C7711" w:rsidP="00F966B4">
      <w:pPr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664C0" w:rsidRPr="006C7711">
        <w:rPr>
          <w:rFonts w:ascii="Times New Roman" w:hAnsi="Times New Roman"/>
        </w:rPr>
        <w:t>allkirjastatud digitaalselt</w:t>
      </w:r>
      <w:r>
        <w:rPr>
          <w:rFonts w:ascii="Times New Roman" w:hAnsi="Times New Roman"/>
        </w:rPr>
        <w:t>)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849CE" w14:textId="77777777" w:rsidR="00D8278E" w:rsidRDefault="00D8278E">
      <w:r>
        <w:separator/>
      </w:r>
    </w:p>
  </w:endnote>
  <w:endnote w:type="continuationSeparator" w:id="0">
    <w:p w14:paraId="67ED1C76" w14:textId="77777777" w:rsidR="00D8278E" w:rsidRDefault="00D8278E">
      <w:r>
        <w:continuationSeparator/>
      </w:r>
    </w:p>
  </w:endnote>
  <w:endnote w:type="continuationNotice" w:id="1">
    <w:p w14:paraId="097E375C" w14:textId="77777777" w:rsidR="00D8278E" w:rsidRDefault="00D827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CA102" w14:textId="77777777" w:rsidR="00D8278E" w:rsidRDefault="00D8278E">
      <w:r>
        <w:separator/>
      </w:r>
    </w:p>
  </w:footnote>
  <w:footnote w:type="continuationSeparator" w:id="0">
    <w:p w14:paraId="6B4663FE" w14:textId="77777777" w:rsidR="00D8278E" w:rsidRDefault="00D8278E">
      <w:r>
        <w:continuationSeparator/>
      </w:r>
    </w:p>
  </w:footnote>
  <w:footnote w:type="continuationNotice" w:id="1">
    <w:p w14:paraId="1CAF045E" w14:textId="77777777" w:rsidR="00D8278E" w:rsidRDefault="00D827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04A59"/>
    <w:rsid w:val="0002773F"/>
    <w:rsid w:val="00042427"/>
    <w:rsid w:val="00042C6D"/>
    <w:rsid w:val="000470FF"/>
    <w:rsid w:val="00050B7B"/>
    <w:rsid w:val="00050CF1"/>
    <w:rsid w:val="00054BA6"/>
    <w:rsid w:val="00061FDD"/>
    <w:rsid w:val="00062448"/>
    <w:rsid w:val="0006579C"/>
    <w:rsid w:val="000657E8"/>
    <w:rsid w:val="00074F5B"/>
    <w:rsid w:val="00087852"/>
    <w:rsid w:val="00093097"/>
    <w:rsid w:val="00093668"/>
    <w:rsid w:val="000A4006"/>
    <w:rsid w:val="000B0B73"/>
    <w:rsid w:val="000B1DBF"/>
    <w:rsid w:val="000B417F"/>
    <w:rsid w:val="000B4850"/>
    <w:rsid w:val="000B57BA"/>
    <w:rsid w:val="000C149A"/>
    <w:rsid w:val="000C2C79"/>
    <w:rsid w:val="000C2F88"/>
    <w:rsid w:val="000D09F3"/>
    <w:rsid w:val="000F3E27"/>
    <w:rsid w:val="00103444"/>
    <w:rsid w:val="001100DF"/>
    <w:rsid w:val="00113F3F"/>
    <w:rsid w:val="00120336"/>
    <w:rsid w:val="00126600"/>
    <w:rsid w:val="00127504"/>
    <w:rsid w:val="00130960"/>
    <w:rsid w:val="00131020"/>
    <w:rsid w:val="001336BE"/>
    <w:rsid w:val="00136D40"/>
    <w:rsid w:val="00146345"/>
    <w:rsid w:val="00146F8F"/>
    <w:rsid w:val="0015226B"/>
    <w:rsid w:val="001523EE"/>
    <w:rsid w:val="00152A06"/>
    <w:rsid w:val="00156830"/>
    <w:rsid w:val="00156C5D"/>
    <w:rsid w:val="00162108"/>
    <w:rsid w:val="00175C9F"/>
    <w:rsid w:val="00182C9F"/>
    <w:rsid w:val="0019253D"/>
    <w:rsid w:val="00194EE7"/>
    <w:rsid w:val="001B46D4"/>
    <w:rsid w:val="001C26CA"/>
    <w:rsid w:val="001C6D3D"/>
    <w:rsid w:val="001D3478"/>
    <w:rsid w:val="001D499D"/>
    <w:rsid w:val="001E0921"/>
    <w:rsid w:val="001E09C8"/>
    <w:rsid w:val="001E1C85"/>
    <w:rsid w:val="002000E9"/>
    <w:rsid w:val="002002F0"/>
    <w:rsid w:val="0020094F"/>
    <w:rsid w:val="00201752"/>
    <w:rsid w:val="00204AC4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A60A8"/>
    <w:rsid w:val="002A6E8F"/>
    <w:rsid w:val="002B06C5"/>
    <w:rsid w:val="002D4D27"/>
    <w:rsid w:val="002D5009"/>
    <w:rsid w:val="002D6251"/>
    <w:rsid w:val="002E0B5D"/>
    <w:rsid w:val="002E0EF7"/>
    <w:rsid w:val="002E20C9"/>
    <w:rsid w:val="002E2C1D"/>
    <w:rsid w:val="002E3472"/>
    <w:rsid w:val="002F07BC"/>
    <w:rsid w:val="002F654E"/>
    <w:rsid w:val="00300E09"/>
    <w:rsid w:val="00305CA4"/>
    <w:rsid w:val="003073D3"/>
    <w:rsid w:val="00310363"/>
    <w:rsid w:val="003127FB"/>
    <w:rsid w:val="003203E0"/>
    <w:rsid w:val="00321320"/>
    <w:rsid w:val="00322998"/>
    <w:rsid w:val="00327200"/>
    <w:rsid w:val="0033388C"/>
    <w:rsid w:val="00335CBC"/>
    <w:rsid w:val="0033602D"/>
    <w:rsid w:val="00342C52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90667"/>
    <w:rsid w:val="00392D47"/>
    <w:rsid w:val="003A0ECE"/>
    <w:rsid w:val="003A35EB"/>
    <w:rsid w:val="003B673D"/>
    <w:rsid w:val="003B6F35"/>
    <w:rsid w:val="003C3F52"/>
    <w:rsid w:val="003C651D"/>
    <w:rsid w:val="003C6D6C"/>
    <w:rsid w:val="003E385C"/>
    <w:rsid w:val="003E61D3"/>
    <w:rsid w:val="003E6C30"/>
    <w:rsid w:val="003F5996"/>
    <w:rsid w:val="00416889"/>
    <w:rsid w:val="004170C1"/>
    <w:rsid w:val="00420824"/>
    <w:rsid w:val="0042216B"/>
    <w:rsid w:val="00430FA1"/>
    <w:rsid w:val="004376C7"/>
    <w:rsid w:val="00445A99"/>
    <w:rsid w:val="00447587"/>
    <w:rsid w:val="00462CC6"/>
    <w:rsid w:val="00465F2D"/>
    <w:rsid w:val="00470107"/>
    <w:rsid w:val="00477955"/>
    <w:rsid w:val="00480009"/>
    <w:rsid w:val="00491AD7"/>
    <w:rsid w:val="00494657"/>
    <w:rsid w:val="00496FB0"/>
    <w:rsid w:val="004A1981"/>
    <w:rsid w:val="004B2FB0"/>
    <w:rsid w:val="004B3B7C"/>
    <w:rsid w:val="004B3CBC"/>
    <w:rsid w:val="004C1337"/>
    <w:rsid w:val="004D1D70"/>
    <w:rsid w:val="004D4471"/>
    <w:rsid w:val="004D4DD9"/>
    <w:rsid w:val="004D76DB"/>
    <w:rsid w:val="004D7EDA"/>
    <w:rsid w:val="004E4BEF"/>
    <w:rsid w:val="004E5DD5"/>
    <w:rsid w:val="004F5104"/>
    <w:rsid w:val="0050379B"/>
    <w:rsid w:val="00517D67"/>
    <w:rsid w:val="005267E5"/>
    <w:rsid w:val="00532D2F"/>
    <w:rsid w:val="00533F54"/>
    <w:rsid w:val="005415DA"/>
    <w:rsid w:val="00551B95"/>
    <w:rsid w:val="00552D94"/>
    <w:rsid w:val="00581E38"/>
    <w:rsid w:val="00582590"/>
    <w:rsid w:val="00584289"/>
    <w:rsid w:val="00585B08"/>
    <w:rsid w:val="005946B5"/>
    <w:rsid w:val="005A16D9"/>
    <w:rsid w:val="005A217D"/>
    <w:rsid w:val="005A513D"/>
    <w:rsid w:val="005A710F"/>
    <w:rsid w:val="005B1C18"/>
    <w:rsid w:val="005B2FE8"/>
    <w:rsid w:val="005C24D9"/>
    <w:rsid w:val="005E3618"/>
    <w:rsid w:val="005E5779"/>
    <w:rsid w:val="005E747C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1A8A"/>
    <w:rsid w:val="0063780B"/>
    <w:rsid w:val="00643BDB"/>
    <w:rsid w:val="006466E4"/>
    <w:rsid w:val="00657B6F"/>
    <w:rsid w:val="0066463C"/>
    <w:rsid w:val="00666D01"/>
    <w:rsid w:val="00667134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C7711"/>
    <w:rsid w:val="006D1833"/>
    <w:rsid w:val="006E277A"/>
    <w:rsid w:val="006E586A"/>
    <w:rsid w:val="006F11F1"/>
    <w:rsid w:val="006F2368"/>
    <w:rsid w:val="006F595A"/>
    <w:rsid w:val="00702CEE"/>
    <w:rsid w:val="00704301"/>
    <w:rsid w:val="0070500B"/>
    <w:rsid w:val="0070711C"/>
    <w:rsid w:val="007167B1"/>
    <w:rsid w:val="00730275"/>
    <w:rsid w:val="007361DE"/>
    <w:rsid w:val="00737590"/>
    <w:rsid w:val="00750948"/>
    <w:rsid w:val="00750B34"/>
    <w:rsid w:val="00751565"/>
    <w:rsid w:val="00755DE3"/>
    <w:rsid w:val="00765D62"/>
    <w:rsid w:val="00767DAB"/>
    <w:rsid w:val="00770EFD"/>
    <w:rsid w:val="0077377F"/>
    <w:rsid w:val="00775AD3"/>
    <w:rsid w:val="00782839"/>
    <w:rsid w:val="00783818"/>
    <w:rsid w:val="007860BC"/>
    <w:rsid w:val="007870BE"/>
    <w:rsid w:val="0079645A"/>
    <w:rsid w:val="007A0E84"/>
    <w:rsid w:val="007A1375"/>
    <w:rsid w:val="007A2F74"/>
    <w:rsid w:val="007A7FE6"/>
    <w:rsid w:val="007B068E"/>
    <w:rsid w:val="007B0DCC"/>
    <w:rsid w:val="007C2201"/>
    <w:rsid w:val="007C45AD"/>
    <w:rsid w:val="007C6F7A"/>
    <w:rsid w:val="007C7A5C"/>
    <w:rsid w:val="007D49FC"/>
    <w:rsid w:val="007D52CC"/>
    <w:rsid w:val="007E19D5"/>
    <w:rsid w:val="007F05EB"/>
    <w:rsid w:val="007F2810"/>
    <w:rsid w:val="0080070E"/>
    <w:rsid w:val="0080593B"/>
    <w:rsid w:val="00807B65"/>
    <w:rsid w:val="00807B9A"/>
    <w:rsid w:val="00812A56"/>
    <w:rsid w:val="00820D09"/>
    <w:rsid w:val="0082604D"/>
    <w:rsid w:val="00826D94"/>
    <w:rsid w:val="00827163"/>
    <w:rsid w:val="0083430B"/>
    <w:rsid w:val="00836E18"/>
    <w:rsid w:val="00840780"/>
    <w:rsid w:val="00845E6D"/>
    <w:rsid w:val="008541B7"/>
    <w:rsid w:val="0085541B"/>
    <w:rsid w:val="00860DCD"/>
    <w:rsid w:val="0086205E"/>
    <w:rsid w:val="0087457A"/>
    <w:rsid w:val="008753E8"/>
    <w:rsid w:val="008759E3"/>
    <w:rsid w:val="00891B68"/>
    <w:rsid w:val="008A6138"/>
    <w:rsid w:val="008B2F66"/>
    <w:rsid w:val="008C5B01"/>
    <w:rsid w:val="008D2D2A"/>
    <w:rsid w:val="008D3667"/>
    <w:rsid w:val="008D4726"/>
    <w:rsid w:val="008E2FA0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2FE3"/>
    <w:rsid w:val="00963ABE"/>
    <w:rsid w:val="00985ACA"/>
    <w:rsid w:val="00986752"/>
    <w:rsid w:val="00992B14"/>
    <w:rsid w:val="009959DF"/>
    <w:rsid w:val="009A0457"/>
    <w:rsid w:val="009A0F67"/>
    <w:rsid w:val="009A11F6"/>
    <w:rsid w:val="009B0DB5"/>
    <w:rsid w:val="009B2A88"/>
    <w:rsid w:val="009D38F3"/>
    <w:rsid w:val="009D6ED0"/>
    <w:rsid w:val="009E181A"/>
    <w:rsid w:val="009F170D"/>
    <w:rsid w:val="00A04EE1"/>
    <w:rsid w:val="00A10B22"/>
    <w:rsid w:val="00A114C3"/>
    <w:rsid w:val="00A17109"/>
    <w:rsid w:val="00A17AC3"/>
    <w:rsid w:val="00A17DB0"/>
    <w:rsid w:val="00A17E2A"/>
    <w:rsid w:val="00A27416"/>
    <w:rsid w:val="00A33A60"/>
    <w:rsid w:val="00A35B1E"/>
    <w:rsid w:val="00A43A3D"/>
    <w:rsid w:val="00A51C44"/>
    <w:rsid w:val="00A53DCD"/>
    <w:rsid w:val="00A5527F"/>
    <w:rsid w:val="00A620C2"/>
    <w:rsid w:val="00A649D1"/>
    <w:rsid w:val="00A65739"/>
    <w:rsid w:val="00A72746"/>
    <w:rsid w:val="00A837AB"/>
    <w:rsid w:val="00A83FDD"/>
    <w:rsid w:val="00A857C8"/>
    <w:rsid w:val="00A93F3D"/>
    <w:rsid w:val="00A94466"/>
    <w:rsid w:val="00A96E89"/>
    <w:rsid w:val="00AA1674"/>
    <w:rsid w:val="00AA7BF9"/>
    <w:rsid w:val="00AB0945"/>
    <w:rsid w:val="00AE1639"/>
    <w:rsid w:val="00AE6B50"/>
    <w:rsid w:val="00AE7044"/>
    <w:rsid w:val="00AF1A5D"/>
    <w:rsid w:val="00AF6389"/>
    <w:rsid w:val="00B03164"/>
    <w:rsid w:val="00B05AE2"/>
    <w:rsid w:val="00B11D32"/>
    <w:rsid w:val="00B1223C"/>
    <w:rsid w:val="00B21B48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A7049"/>
    <w:rsid w:val="00BB7AC8"/>
    <w:rsid w:val="00BC211F"/>
    <w:rsid w:val="00BD14A4"/>
    <w:rsid w:val="00BD7DC0"/>
    <w:rsid w:val="00BE07EA"/>
    <w:rsid w:val="00BE6355"/>
    <w:rsid w:val="00BE7935"/>
    <w:rsid w:val="00BF0E4C"/>
    <w:rsid w:val="00C0020C"/>
    <w:rsid w:val="00C25E01"/>
    <w:rsid w:val="00C34030"/>
    <w:rsid w:val="00C34D74"/>
    <w:rsid w:val="00C53640"/>
    <w:rsid w:val="00C56F6D"/>
    <w:rsid w:val="00C65C7D"/>
    <w:rsid w:val="00C66DDF"/>
    <w:rsid w:val="00C712AC"/>
    <w:rsid w:val="00C81BBA"/>
    <w:rsid w:val="00C81E7E"/>
    <w:rsid w:val="00C86912"/>
    <w:rsid w:val="00C86C12"/>
    <w:rsid w:val="00C86E8D"/>
    <w:rsid w:val="00C87848"/>
    <w:rsid w:val="00C95ABD"/>
    <w:rsid w:val="00C961FF"/>
    <w:rsid w:val="00C963CE"/>
    <w:rsid w:val="00C966E8"/>
    <w:rsid w:val="00CA4C43"/>
    <w:rsid w:val="00CA5CA0"/>
    <w:rsid w:val="00CB0738"/>
    <w:rsid w:val="00CB0FEA"/>
    <w:rsid w:val="00CB31D7"/>
    <w:rsid w:val="00CC0D04"/>
    <w:rsid w:val="00CC0E78"/>
    <w:rsid w:val="00CD6EB5"/>
    <w:rsid w:val="00CE43E8"/>
    <w:rsid w:val="00CE4916"/>
    <w:rsid w:val="00CE5616"/>
    <w:rsid w:val="00CE6729"/>
    <w:rsid w:val="00CE6E1D"/>
    <w:rsid w:val="00CE70B7"/>
    <w:rsid w:val="00CF269E"/>
    <w:rsid w:val="00CF588B"/>
    <w:rsid w:val="00CF5F86"/>
    <w:rsid w:val="00D00B63"/>
    <w:rsid w:val="00D0223D"/>
    <w:rsid w:val="00D0427F"/>
    <w:rsid w:val="00D04B95"/>
    <w:rsid w:val="00D100C4"/>
    <w:rsid w:val="00D13F55"/>
    <w:rsid w:val="00D16E0B"/>
    <w:rsid w:val="00D25D80"/>
    <w:rsid w:val="00D30B1A"/>
    <w:rsid w:val="00D343E0"/>
    <w:rsid w:val="00D35FED"/>
    <w:rsid w:val="00D42134"/>
    <w:rsid w:val="00D4458D"/>
    <w:rsid w:val="00D503D7"/>
    <w:rsid w:val="00D51ED4"/>
    <w:rsid w:val="00D52B32"/>
    <w:rsid w:val="00D67B64"/>
    <w:rsid w:val="00D71A71"/>
    <w:rsid w:val="00D72144"/>
    <w:rsid w:val="00D8006E"/>
    <w:rsid w:val="00D8278E"/>
    <w:rsid w:val="00D847FB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15C5"/>
    <w:rsid w:val="00E6200E"/>
    <w:rsid w:val="00E71487"/>
    <w:rsid w:val="00E72144"/>
    <w:rsid w:val="00E777F1"/>
    <w:rsid w:val="00E84486"/>
    <w:rsid w:val="00E9115C"/>
    <w:rsid w:val="00E94F8A"/>
    <w:rsid w:val="00EB1790"/>
    <w:rsid w:val="00EB5167"/>
    <w:rsid w:val="00EB79F8"/>
    <w:rsid w:val="00EC15EB"/>
    <w:rsid w:val="00EC41A5"/>
    <w:rsid w:val="00EC50AF"/>
    <w:rsid w:val="00EC6F44"/>
    <w:rsid w:val="00ED26F8"/>
    <w:rsid w:val="00ED4638"/>
    <w:rsid w:val="00ED64B8"/>
    <w:rsid w:val="00F03404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5D54"/>
    <w:rsid w:val="00FA7191"/>
    <w:rsid w:val="00FC0064"/>
    <w:rsid w:val="00FC2567"/>
    <w:rsid w:val="00FC4531"/>
    <w:rsid w:val="00FD02B6"/>
    <w:rsid w:val="00FD2413"/>
    <w:rsid w:val="00FD493A"/>
    <w:rsid w:val="00FD6037"/>
    <w:rsid w:val="00FE3E1F"/>
    <w:rsid w:val="00FE6B34"/>
    <w:rsid w:val="00FF3907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2aaf8c94-1a59-4453-9ac6-0499295d2d70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14507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2</Pages>
  <Words>346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3</cp:revision>
  <cp:lastPrinted>2025-04-15T10:05:00Z</cp:lastPrinted>
  <dcterms:created xsi:type="dcterms:W3CDTF">2025-11-25T08:58:00Z</dcterms:created>
  <dcterms:modified xsi:type="dcterms:W3CDTF">2025-11-25T09:01:00Z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